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53999C0C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</w:t>
      </w:r>
      <w:r w:rsidR="00BE3BE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19</w:t>
      </w:r>
      <w:r w:rsidR="00DC6D0C" w:rsidRPr="00DD2F42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BE3BE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635E9350" w14:textId="6E6C389E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</w:t>
      </w:r>
      <w:r w:rsidR="00BE3BE3">
        <w:rPr>
          <w:rFonts w:ascii="Corbel" w:hAnsi="Corbel"/>
          <w:sz w:val="20"/>
          <w:szCs w:val="20"/>
        </w:rPr>
        <w:t>21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BE3BE3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77777777" w:rsidR="001F65B4" w:rsidRPr="009C54AE" w:rsidRDefault="009270B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8DF2A" w14:textId="77777777" w:rsidR="00FB6B30" w:rsidRDefault="00FB6B30" w:rsidP="00C16ABF">
      <w:pPr>
        <w:spacing w:after="0" w:line="240" w:lineRule="auto"/>
      </w:pPr>
      <w:r>
        <w:separator/>
      </w:r>
    </w:p>
  </w:endnote>
  <w:endnote w:type="continuationSeparator" w:id="0">
    <w:p w14:paraId="43701395" w14:textId="77777777" w:rsidR="00FB6B30" w:rsidRDefault="00FB6B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C42F4" w14:textId="77777777" w:rsidR="00FB6B30" w:rsidRDefault="00FB6B30" w:rsidP="00C16ABF">
      <w:pPr>
        <w:spacing w:after="0" w:line="240" w:lineRule="auto"/>
      </w:pPr>
      <w:r>
        <w:separator/>
      </w:r>
    </w:p>
  </w:footnote>
  <w:footnote w:type="continuationSeparator" w:id="0">
    <w:p w14:paraId="23CFDE0A" w14:textId="77777777" w:rsidR="00FB6B30" w:rsidRDefault="00FB6B3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E3BE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6B30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56BEBB-7EED-4F04-9381-F320C3C2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14</cp:revision>
  <cp:lastPrinted>2019-02-06T12:12:00Z</cp:lastPrinted>
  <dcterms:created xsi:type="dcterms:W3CDTF">2021-01-25T09:21:00Z</dcterms:created>
  <dcterms:modified xsi:type="dcterms:W3CDTF">2021-11-04T13:57:00Z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